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259" w:rsidRDefault="00FE7259" w:rsidP="00FE7259">
      <w:pPr>
        <w:spacing w:before="60" w:after="0" w:line="240" w:lineRule="auto"/>
        <w:jc w:val="center"/>
        <w:rPr>
          <w:rFonts w:ascii="Arial Black" w:hAnsi="Arial Black" w:cs="Arial"/>
          <w:sz w:val="24"/>
          <w:szCs w:val="24"/>
        </w:rPr>
      </w:pPr>
    </w:p>
    <w:p w:rsidR="00FE7259" w:rsidRDefault="00FE7259" w:rsidP="00FE7259">
      <w:pPr>
        <w:spacing w:before="60" w:after="0" w:line="240" w:lineRule="auto"/>
        <w:jc w:val="center"/>
        <w:rPr>
          <w:rFonts w:ascii="Arial Black" w:hAnsi="Arial Black" w:cs="Arial"/>
          <w:sz w:val="24"/>
          <w:szCs w:val="24"/>
        </w:rPr>
      </w:pPr>
    </w:p>
    <w:p w:rsidR="00FE7259" w:rsidRDefault="00FE7259" w:rsidP="00FE7259">
      <w:pPr>
        <w:spacing w:before="60" w:after="0" w:line="240" w:lineRule="auto"/>
        <w:jc w:val="center"/>
        <w:rPr>
          <w:rFonts w:ascii="Arial Black" w:hAnsi="Arial Black" w:cs="Arial"/>
          <w:sz w:val="24"/>
          <w:szCs w:val="24"/>
        </w:rPr>
      </w:pPr>
    </w:p>
    <w:p w:rsidR="00FE7259" w:rsidRDefault="00FE7259" w:rsidP="00FE7259">
      <w:pPr>
        <w:spacing w:before="60" w:after="0" w:line="240" w:lineRule="auto"/>
        <w:jc w:val="center"/>
        <w:rPr>
          <w:rFonts w:ascii="Arial Black" w:hAnsi="Arial Black" w:cs="Arial"/>
          <w:sz w:val="24"/>
          <w:szCs w:val="24"/>
        </w:rPr>
      </w:pPr>
    </w:p>
    <w:p w:rsidR="00FE7259" w:rsidRDefault="00FE7259" w:rsidP="00FE7259">
      <w:pPr>
        <w:spacing w:before="60" w:after="0" w:line="240" w:lineRule="auto"/>
        <w:jc w:val="center"/>
        <w:rPr>
          <w:rFonts w:ascii="Arial Black" w:hAnsi="Arial Black" w:cs="Arial"/>
          <w:sz w:val="24"/>
          <w:szCs w:val="24"/>
        </w:rPr>
      </w:pPr>
    </w:p>
    <w:p w:rsidR="00FE7259" w:rsidRDefault="00FE7259" w:rsidP="00FE7259">
      <w:pPr>
        <w:spacing w:before="60" w:after="0" w:line="240" w:lineRule="auto"/>
        <w:jc w:val="center"/>
        <w:rPr>
          <w:rFonts w:ascii="Arial Black" w:hAnsi="Arial Black" w:cs="Arial"/>
          <w:sz w:val="24"/>
          <w:szCs w:val="24"/>
        </w:rPr>
      </w:pPr>
    </w:p>
    <w:p w:rsidR="00FE7259" w:rsidRDefault="00FE7259" w:rsidP="00FE7259">
      <w:pPr>
        <w:spacing w:before="60" w:after="0" w:line="240" w:lineRule="auto"/>
        <w:jc w:val="center"/>
        <w:rPr>
          <w:rFonts w:ascii="Arial Black" w:hAnsi="Arial Black" w:cs="Arial"/>
          <w:sz w:val="24"/>
          <w:szCs w:val="24"/>
        </w:rPr>
      </w:pPr>
    </w:p>
    <w:p w:rsidR="00FE7259" w:rsidRDefault="00FE7259" w:rsidP="00FE7259">
      <w:pPr>
        <w:spacing w:before="60" w:after="0" w:line="240" w:lineRule="auto"/>
        <w:jc w:val="center"/>
        <w:rPr>
          <w:rFonts w:ascii="Arial Black" w:hAnsi="Arial Black" w:cs="Arial"/>
          <w:sz w:val="24"/>
          <w:szCs w:val="24"/>
        </w:rPr>
      </w:pPr>
      <w:r>
        <w:rPr>
          <w:noProof/>
          <w:lang w:eastAsia="it-IT"/>
        </w:rPr>
        <w:drawing>
          <wp:inline distT="0" distB="0" distL="0" distR="0" wp14:anchorId="3870566D" wp14:editId="48B05995">
            <wp:extent cx="2713990" cy="1689735"/>
            <wp:effectExtent l="0" t="0" r="0" b="5715"/>
            <wp:docPr id="1" name="Immagine 1" descr="Risultati immagini per andarsene sbattendo la por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andarsene sbattendo la por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990" cy="1689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259" w:rsidRDefault="00FE7259" w:rsidP="00FE7259">
      <w:pPr>
        <w:spacing w:before="60" w:after="0" w:line="240" w:lineRule="auto"/>
        <w:jc w:val="center"/>
        <w:rPr>
          <w:rFonts w:ascii="Arial Black" w:hAnsi="Arial Black" w:cs="Arial"/>
          <w:sz w:val="24"/>
          <w:szCs w:val="24"/>
        </w:rPr>
      </w:pPr>
    </w:p>
    <w:p w:rsidR="00FE7259" w:rsidRDefault="00FE7259" w:rsidP="00FE7259">
      <w:pPr>
        <w:spacing w:before="60" w:after="0" w:line="240" w:lineRule="auto"/>
        <w:jc w:val="center"/>
        <w:rPr>
          <w:rFonts w:ascii="Arial Black" w:hAnsi="Arial Black" w:cs="Arial"/>
          <w:sz w:val="24"/>
          <w:szCs w:val="24"/>
        </w:rPr>
      </w:pPr>
    </w:p>
    <w:p w:rsidR="00FE7259" w:rsidRDefault="00FE7259" w:rsidP="00FE7259">
      <w:pPr>
        <w:spacing w:before="60" w:after="0" w:line="240" w:lineRule="auto"/>
        <w:jc w:val="center"/>
        <w:rPr>
          <w:rFonts w:ascii="Arial Black" w:hAnsi="Arial Black" w:cs="Arial"/>
          <w:sz w:val="24"/>
          <w:szCs w:val="24"/>
        </w:rPr>
      </w:pPr>
    </w:p>
    <w:p w:rsidR="00FE7259" w:rsidRDefault="00FE7259" w:rsidP="00FE7259">
      <w:pPr>
        <w:spacing w:before="60" w:after="0" w:line="240" w:lineRule="auto"/>
        <w:jc w:val="center"/>
        <w:rPr>
          <w:rFonts w:ascii="Arial Black" w:hAnsi="Arial Black" w:cs="Arial"/>
          <w:sz w:val="24"/>
          <w:szCs w:val="24"/>
        </w:rPr>
      </w:pPr>
      <w:r>
        <w:rPr>
          <w:noProof/>
          <w:lang w:eastAsia="it-IT"/>
        </w:rPr>
        <w:drawing>
          <wp:inline distT="0" distB="0" distL="0" distR="0" wp14:anchorId="306975A2" wp14:editId="58D28CC9">
            <wp:extent cx="2655570" cy="1711960"/>
            <wp:effectExtent l="0" t="0" r="0" b="2540"/>
            <wp:docPr id="2" name="Immagine 2" descr="Risultati immagini per andarsene sbattendo la por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isultati immagini per andarsene sbattendo la port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171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 wp14:anchorId="206FD90F" wp14:editId="7DE6C659">
            <wp:extent cx="2706370" cy="1689735"/>
            <wp:effectExtent l="0" t="0" r="0" b="5715"/>
            <wp:docPr id="3" name="Immagine 3" descr="Risultati immagini per andare v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andare vi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6370" cy="1689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259" w:rsidRDefault="00FE7259" w:rsidP="00FE7259">
      <w:pPr>
        <w:spacing w:before="60" w:after="0" w:line="240" w:lineRule="auto"/>
        <w:jc w:val="center"/>
        <w:rPr>
          <w:rFonts w:ascii="Arial Black" w:hAnsi="Arial Black" w:cs="Arial"/>
          <w:sz w:val="24"/>
          <w:szCs w:val="24"/>
        </w:rPr>
      </w:pPr>
    </w:p>
    <w:p w:rsidR="00FE7259" w:rsidRDefault="00FE7259" w:rsidP="00FE7259">
      <w:pPr>
        <w:spacing w:before="60" w:after="0" w:line="240" w:lineRule="auto"/>
        <w:jc w:val="center"/>
        <w:rPr>
          <w:rFonts w:ascii="Arial Black" w:hAnsi="Arial Black" w:cs="Arial"/>
          <w:sz w:val="24"/>
          <w:szCs w:val="24"/>
        </w:rPr>
      </w:pPr>
    </w:p>
    <w:p w:rsidR="00FE7259" w:rsidRDefault="00FE7259" w:rsidP="00FE7259">
      <w:pPr>
        <w:spacing w:before="60" w:after="0" w:line="240" w:lineRule="auto"/>
        <w:jc w:val="center"/>
        <w:rPr>
          <w:rFonts w:ascii="Arial Black" w:hAnsi="Arial Black" w:cs="Arial"/>
          <w:sz w:val="24"/>
          <w:szCs w:val="24"/>
        </w:rPr>
      </w:pPr>
    </w:p>
    <w:p w:rsidR="00FE7259" w:rsidRDefault="00FE7259" w:rsidP="00FE7259">
      <w:pPr>
        <w:spacing w:before="60" w:after="0" w:line="240" w:lineRule="auto"/>
        <w:jc w:val="center"/>
        <w:rPr>
          <w:rFonts w:ascii="Arial Black" w:hAnsi="Arial Black" w:cs="Arial"/>
          <w:sz w:val="72"/>
          <w:szCs w:val="72"/>
        </w:rPr>
      </w:pPr>
      <w:r w:rsidRPr="00D67EFF">
        <w:rPr>
          <w:rFonts w:ascii="Arial Black" w:hAnsi="Arial Black" w:cs="Arial"/>
          <w:sz w:val="72"/>
          <w:szCs w:val="72"/>
        </w:rPr>
        <w:t xml:space="preserve">Le migrazioni </w:t>
      </w:r>
    </w:p>
    <w:p w:rsidR="00FE7259" w:rsidRPr="00D67EFF" w:rsidRDefault="00FE7259" w:rsidP="00FE7259">
      <w:pPr>
        <w:spacing w:before="60" w:after="0" w:line="240" w:lineRule="auto"/>
        <w:jc w:val="center"/>
        <w:rPr>
          <w:rFonts w:ascii="Arial Black" w:hAnsi="Arial Black" w:cs="Arial"/>
          <w:sz w:val="72"/>
          <w:szCs w:val="72"/>
        </w:rPr>
      </w:pPr>
      <w:r w:rsidRPr="00D67EFF">
        <w:rPr>
          <w:rFonts w:ascii="Arial Black" w:hAnsi="Arial Black" w:cs="Arial"/>
          <w:sz w:val="72"/>
          <w:szCs w:val="72"/>
        </w:rPr>
        <w:t>religiose</w:t>
      </w:r>
    </w:p>
    <w:p w:rsidR="00FE7259" w:rsidRDefault="00FE7259" w:rsidP="00FE7259">
      <w:pPr>
        <w:spacing w:before="60" w:after="0" w:line="240" w:lineRule="auto"/>
        <w:jc w:val="center"/>
        <w:rPr>
          <w:rFonts w:ascii="Arial Black" w:hAnsi="Arial Black" w:cs="Arial"/>
          <w:sz w:val="24"/>
          <w:szCs w:val="24"/>
        </w:rPr>
      </w:pPr>
    </w:p>
    <w:p w:rsidR="00FE7259" w:rsidRDefault="00FE7259" w:rsidP="00FE7259">
      <w:pPr>
        <w:spacing w:before="60" w:after="0" w:line="240" w:lineRule="auto"/>
        <w:jc w:val="right"/>
        <w:rPr>
          <w:rFonts w:ascii="Arial Black" w:hAnsi="Arial Black" w:cs="Arial"/>
          <w:sz w:val="24"/>
          <w:szCs w:val="24"/>
        </w:rPr>
      </w:pPr>
    </w:p>
    <w:p w:rsidR="00FE7259" w:rsidRDefault="00FE7259" w:rsidP="00B412FD">
      <w:pPr>
        <w:spacing w:before="60" w:after="0" w:line="240" w:lineRule="auto"/>
        <w:jc w:val="right"/>
        <w:rPr>
          <w:rFonts w:ascii="Arial Black" w:hAnsi="Arial Black" w:cs="Arial"/>
          <w:sz w:val="24"/>
          <w:szCs w:val="24"/>
        </w:rPr>
      </w:pPr>
      <w:r>
        <w:rPr>
          <w:rFonts w:ascii="Arial Black" w:hAnsi="Arial Black" w:cs="Arial"/>
          <w:sz w:val="24"/>
          <w:szCs w:val="24"/>
        </w:rPr>
        <w:t>MC</w:t>
      </w:r>
      <w:bookmarkStart w:id="0" w:name="_GoBack"/>
      <w:bookmarkEnd w:id="0"/>
    </w:p>
    <w:p w:rsidR="00FE7259" w:rsidRDefault="00FE7259" w:rsidP="00FE7259">
      <w:pPr>
        <w:spacing w:before="60" w:after="0" w:line="240" w:lineRule="auto"/>
        <w:jc w:val="center"/>
        <w:rPr>
          <w:rFonts w:ascii="Arial Black" w:hAnsi="Arial Black" w:cs="Arial"/>
          <w:sz w:val="24"/>
          <w:szCs w:val="24"/>
        </w:rPr>
      </w:pPr>
    </w:p>
    <w:p w:rsidR="00FE7259" w:rsidRDefault="00FE7259" w:rsidP="00FE7259">
      <w:pPr>
        <w:spacing w:before="60" w:after="0" w:line="240" w:lineRule="auto"/>
        <w:jc w:val="center"/>
        <w:rPr>
          <w:rFonts w:ascii="Arial Black" w:hAnsi="Arial Black" w:cs="Arial"/>
          <w:sz w:val="24"/>
          <w:szCs w:val="24"/>
        </w:rPr>
      </w:pPr>
    </w:p>
    <w:p w:rsidR="00FE7259" w:rsidRDefault="00FE7259" w:rsidP="00FE7259">
      <w:pPr>
        <w:spacing w:before="60" w:after="0" w:line="240" w:lineRule="auto"/>
        <w:jc w:val="center"/>
        <w:rPr>
          <w:rFonts w:ascii="Arial Black" w:hAnsi="Arial Black" w:cs="Arial"/>
          <w:sz w:val="24"/>
          <w:szCs w:val="24"/>
        </w:rPr>
      </w:pPr>
    </w:p>
    <w:p w:rsidR="006B7501" w:rsidRPr="00C45E2B" w:rsidRDefault="006B7501" w:rsidP="00C45E2B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6B7501" w:rsidRPr="00C45E2B" w:rsidSect="00C45E2B">
      <w:footerReference w:type="default" r:id="rId10"/>
      <w:headerReference w:type="first" r:id="rId11"/>
      <w:footerReference w:type="first" r:id="rId12"/>
      <w:type w:val="nextColumn"/>
      <w:pgSz w:w="11907" w:h="16840" w:code="9"/>
      <w:pgMar w:top="567" w:right="567" w:bottom="567" w:left="567" w:header="142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111" w:rsidRDefault="00597111" w:rsidP="00CD1748">
      <w:r>
        <w:separator/>
      </w:r>
    </w:p>
  </w:endnote>
  <w:endnote w:type="continuationSeparator" w:id="0">
    <w:p w:rsidR="00597111" w:rsidRDefault="00597111" w:rsidP="00CD1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6665264"/>
      <w:docPartObj>
        <w:docPartGallery w:val="Page Numbers (Bottom of Page)"/>
        <w:docPartUnique/>
      </w:docPartObj>
    </w:sdtPr>
    <w:sdtEndPr/>
    <w:sdtContent>
      <w:p w:rsidR="00CD1748" w:rsidRDefault="00F75B52">
        <w:pPr>
          <w:pStyle w:val="Pidipagina"/>
          <w:jc w:val="right"/>
        </w:pPr>
        <w:r>
          <w:fldChar w:fldCharType="begin"/>
        </w:r>
        <w:r w:rsidR="00CD1748">
          <w:instrText>PAGE   \* MERGEFORMAT</w:instrText>
        </w:r>
        <w:r>
          <w:fldChar w:fldCharType="separate"/>
        </w:r>
        <w:r w:rsidR="00B412FD">
          <w:rPr>
            <w:noProof/>
          </w:rPr>
          <w:t>2</w:t>
        </w:r>
        <w:r>
          <w:fldChar w:fldCharType="end"/>
        </w:r>
      </w:p>
    </w:sdtContent>
  </w:sdt>
  <w:p w:rsidR="00CD1748" w:rsidRDefault="00CD174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13E" w:rsidRDefault="0067013E" w:rsidP="00B20914">
    <w:pPr>
      <w:pStyle w:val="Pidipagina"/>
      <w:ind w:right="1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111" w:rsidRDefault="00597111" w:rsidP="00CD1748">
      <w:r>
        <w:separator/>
      </w:r>
    </w:p>
  </w:footnote>
  <w:footnote w:type="continuationSeparator" w:id="0">
    <w:p w:rsidR="00597111" w:rsidRDefault="00597111" w:rsidP="00CD1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13E" w:rsidRDefault="0067013E" w:rsidP="00AE053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52C5F"/>
    <w:multiLevelType w:val="multilevel"/>
    <w:tmpl w:val="EEAA8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3A47BE"/>
    <w:multiLevelType w:val="hybridMultilevel"/>
    <w:tmpl w:val="1188CDF4"/>
    <w:lvl w:ilvl="0" w:tplc="1B20158A">
      <w:start w:val="1"/>
      <w:numFmt w:val="decimal"/>
      <w:lvlText w:val="%1."/>
      <w:lvlJc w:val="left"/>
      <w:pPr>
        <w:ind w:left="1428" w:hanging="360"/>
      </w:pPr>
      <w:rPr>
        <w:rFonts w:ascii="Arial" w:hAnsi="Arial" w:hint="default"/>
        <w:b/>
        <w:i w:val="0"/>
        <w:sz w:val="24"/>
        <w:szCs w:val="40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E9006F9"/>
    <w:multiLevelType w:val="multilevel"/>
    <w:tmpl w:val="5DF4C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800B98"/>
    <w:multiLevelType w:val="multilevel"/>
    <w:tmpl w:val="CB787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B7495C"/>
    <w:multiLevelType w:val="hybridMultilevel"/>
    <w:tmpl w:val="E532569A"/>
    <w:lvl w:ilvl="0" w:tplc="A4F27714">
      <w:start w:val="1"/>
      <w:numFmt w:val="bullet"/>
      <w:lvlText w:val="֍"/>
      <w:lvlJc w:val="left"/>
      <w:pPr>
        <w:ind w:left="1428" w:hanging="360"/>
      </w:pPr>
      <w:rPr>
        <w:rFonts w:ascii="Cooper Black" w:hAnsi="Cooper Black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1967CE6"/>
    <w:multiLevelType w:val="hybridMultilevel"/>
    <w:tmpl w:val="C630D720"/>
    <w:lvl w:ilvl="0" w:tplc="1B20158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40"/>
      </w:rPr>
    </w:lvl>
    <w:lvl w:ilvl="1" w:tplc="E81060D0">
      <w:start w:val="1"/>
      <w:numFmt w:val="bullet"/>
      <w:lvlText w:val="֍"/>
      <w:lvlJc w:val="left"/>
      <w:pPr>
        <w:ind w:left="1080" w:hanging="360"/>
      </w:pPr>
      <w:rPr>
        <w:rFonts w:ascii="Cooper Black" w:hAnsi="Cooper Black" w:hint="default"/>
        <w:b/>
        <w:i w:val="0"/>
        <w:sz w:val="20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EB60DE5"/>
    <w:multiLevelType w:val="hybridMultilevel"/>
    <w:tmpl w:val="3278AE2A"/>
    <w:lvl w:ilvl="0" w:tplc="E81060D0">
      <w:start w:val="1"/>
      <w:numFmt w:val="bullet"/>
      <w:lvlText w:val="֍"/>
      <w:lvlJc w:val="left"/>
      <w:pPr>
        <w:ind w:left="360" w:hanging="360"/>
      </w:pPr>
      <w:rPr>
        <w:rFonts w:ascii="Cooper Black" w:hAnsi="Cooper Black" w:hint="default"/>
        <w:b/>
        <w:i w:val="0"/>
        <w:sz w:val="20"/>
      </w:rPr>
    </w:lvl>
    <w:lvl w:ilvl="1" w:tplc="E81060D0">
      <w:start w:val="1"/>
      <w:numFmt w:val="bullet"/>
      <w:lvlText w:val="֍"/>
      <w:lvlJc w:val="left"/>
      <w:pPr>
        <w:ind w:left="1080" w:hanging="360"/>
      </w:pPr>
      <w:rPr>
        <w:rFonts w:ascii="Cooper Black" w:hAnsi="Cooper Black" w:hint="default"/>
        <w:b/>
        <w:i w:val="0"/>
        <w:sz w:val="20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0BE"/>
    <w:rsid w:val="00004084"/>
    <w:rsid w:val="00006223"/>
    <w:rsid w:val="00007A76"/>
    <w:rsid w:val="00007E93"/>
    <w:rsid w:val="00011B58"/>
    <w:rsid w:val="00022671"/>
    <w:rsid w:val="0002756B"/>
    <w:rsid w:val="00035A87"/>
    <w:rsid w:val="00037591"/>
    <w:rsid w:val="00037639"/>
    <w:rsid w:val="0004003B"/>
    <w:rsid w:val="0004497C"/>
    <w:rsid w:val="00045E57"/>
    <w:rsid w:val="00046546"/>
    <w:rsid w:val="00047137"/>
    <w:rsid w:val="000605EF"/>
    <w:rsid w:val="000647F1"/>
    <w:rsid w:val="00064D2A"/>
    <w:rsid w:val="0007010D"/>
    <w:rsid w:val="0007063A"/>
    <w:rsid w:val="00070740"/>
    <w:rsid w:val="00070E69"/>
    <w:rsid w:val="00071C17"/>
    <w:rsid w:val="00077561"/>
    <w:rsid w:val="00081074"/>
    <w:rsid w:val="000875C9"/>
    <w:rsid w:val="00090113"/>
    <w:rsid w:val="00090AAC"/>
    <w:rsid w:val="000A4625"/>
    <w:rsid w:val="000D1A68"/>
    <w:rsid w:val="000D523C"/>
    <w:rsid w:val="000D7E78"/>
    <w:rsid w:val="000E0CF1"/>
    <w:rsid w:val="000E71C3"/>
    <w:rsid w:val="00101B55"/>
    <w:rsid w:val="001022BC"/>
    <w:rsid w:val="00103230"/>
    <w:rsid w:val="00107EF2"/>
    <w:rsid w:val="00121BAB"/>
    <w:rsid w:val="00135D96"/>
    <w:rsid w:val="0013642B"/>
    <w:rsid w:val="00141B5E"/>
    <w:rsid w:val="00141F84"/>
    <w:rsid w:val="00142959"/>
    <w:rsid w:val="0014313D"/>
    <w:rsid w:val="00143E1F"/>
    <w:rsid w:val="00147692"/>
    <w:rsid w:val="00155532"/>
    <w:rsid w:val="0016304D"/>
    <w:rsid w:val="00163EC9"/>
    <w:rsid w:val="001676EF"/>
    <w:rsid w:val="0017228D"/>
    <w:rsid w:val="001726B9"/>
    <w:rsid w:val="001874D1"/>
    <w:rsid w:val="00194E48"/>
    <w:rsid w:val="001B4108"/>
    <w:rsid w:val="001C042B"/>
    <w:rsid w:val="001C078B"/>
    <w:rsid w:val="001C157C"/>
    <w:rsid w:val="001D0D35"/>
    <w:rsid w:val="001D5D70"/>
    <w:rsid w:val="001E1333"/>
    <w:rsid w:val="001E7FBB"/>
    <w:rsid w:val="001F0E44"/>
    <w:rsid w:val="001F7DE6"/>
    <w:rsid w:val="0020278F"/>
    <w:rsid w:val="002054A1"/>
    <w:rsid w:val="00211B34"/>
    <w:rsid w:val="0021394C"/>
    <w:rsid w:val="002240BE"/>
    <w:rsid w:val="00230AD0"/>
    <w:rsid w:val="0023122E"/>
    <w:rsid w:val="00236004"/>
    <w:rsid w:val="00242B5C"/>
    <w:rsid w:val="00245C07"/>
    <w:rsid w:val="0024745E"/>
    <w:rsid w:val="00247B81"/>
    <w:rsid w:val="00247C77"/>
    <w:rsid w:val="0025061A"/>
    <w:rsid w:val="002515C2"/>
    <w:rsid w:val="00257890"/>
    <w:rsid w:val="00261D0B"/>
    <w:rsid w:val="002700FA"/>
    <w:rsid w:val="00277BDD"/>
    <w:rsid w:val="00280BCA"/>
    <w:rsid w:val="002871C2"/>
    <w:rsid w:val="0029780C"/>
    <w:rsid w:val="002A58CD"/>
    <w:rsid w:val="002A74DD"/>
    <w:rsid w:val="002A7D50"/>
    <w:rsid w:val="002B299D"/>
    <w:rsid w:val="002B53F9"/>
    <w:rsid w:val="002B572C"/>
    <w:rsid w:val="002B7345"/>
    <w:rsid w:val="002B7379"/>
    <w:rsid w:val="002C10CA"/>
    <w:rsid w:val="002C1E73"/>
    <w:rsid w:val="002C2B4B"/>
    <w:rsid w:val="002C4F55"/>
    <w:rsid w:val="002D1550"/>
    <w:rsid w:val="002D3779"/>
    <w:rsid w:val="002E2157"/>
    <w:rsid w:val="002E643A"/>
    <w:rsid w:val="002E7C68"/>
    <w:rsid w:val="002F133B"/>
    <w:rsid w:val="002F4B43"/>
    <w:rsid w:val="00307779"/>
    <w:rsid w:val="00316A8A"/>
    <w:rsid w:val="0032028F"/>
    <w:rsid w:val="00327DFA"/>
    <w:rsid w:val="003304DD"/>
    <w:rsid w:val="003316E7"/>
    <w:rsid w:val="0033333C"/>
    <w:rsid w:val="003334EF"/>
    <w:rsid w:val="00334255"/>
    <w:rsid w:val="003378AE"/>
    <w:rsid w:val="00337C81"/>
    <w:rsid w:val="00342637"/>
    <w:rsid w:val="00343D5C"/>
    <w:rsid w:val="00345599"/>
    <w:rsid w:val="00353F65"/>
    <w:rsid w:val="003577A6"/>
    <w:rsid w:val="00364B65"/>
    <w:rsid w:val="00365BB7"/>
    <w:rsid w:val="00374521"/>
    <w:rsid w:val="003922BA"/>
    <w:rsid w:val="00393FA2"/>
    <w:rsid w:val="0039574C"/>
    <w:rsid w:val="003A098A"/>
    <w:rsid w:val="003A252E"/>
    <w:rsid w:val="003A5142"/>
    <w:rsid w:val="003A687C"/>
    <w:rsid w:val="003B3AD2"/>
    <w:rsid w:val="003C15B0"/>
    <w:rsid w:val="003C6409"/>
    <w:rsid w:val="003C7B99"/>
    <w:rsid w:val="003D05BF"/>
    <w:rsid w:val="003D2040"/>
    <w:rsid w:val="003E2440"/>
    <w:rsid w:val="003E2D09"/>
    <w:rsid w:val="003E2F85"/>
    <w:rsid w:val="003E6451"/>
    <w:rsid w:val="003F5A0F"/>
    <w:rsid w:val="003F5DEB"/>
    <w:rsid w:val="003F5EE1"/>
    <w:rsid w:val="004013BA"/>
    <w:rsid w:val="00402D02"/>
    <w:rsid w:val="00404C57"/>
    <w:rsid w:val="004078E4"/>
    <w:rsid w:val="0041494C"/>
    <w:rsid w:val="00416F86"/>
    <w:rsid w:val="004259A0"/>
    <w:rsid w:val="00431DA1"/>
    <w:rsid w:val="00434064"/>
    <w:rsid w:val="00434397"/>
    <w:rsid w:val="00441338"/>
    <w:rsid w:val="004425ED"/>
    <w:rsid w:val="00470501"/>
    <w:rsid w:val="00484B42"/>
    <w:rsid w:val="004916A1"/>
    <w:rsid w:val="004B3E2C"/>
    <w:rsid w:val="004C3290"/>
    <w:rsid w:val="004D26FF"/>
    <w:rsid w:val="004E1366"/>
    <w:rsid w:val="004E2D5C"/>
    <w:rsid w:val="004E5E37"/>
    <w:rsid w:val="004F362D"/>
    <w:rsid w:val="004F73D0"/>
    <w:rsid w:val="004F7640"/>
    <w:rsid w:val="00505ABB"/>
    <w:rsid w:val="0051446E"/>
    <w:rsid w:val="005173C1"/>
    <w:rsid w:val="00520092"/>
    <w:rsid w:val="00522577"/>
    <w:rsid w:val="0052657E"/>
    <w:rsid w:val="00532662"/>
    <w:rsid w:val="00532797"/>
    <w:rsid w:val="0053335D"/>
    <w:rsid w:val="00541678"/>
    <w:rsid w:val="00544DF9"/>
    <w:rsid w:val="005458D6"/>
    <w:rsid w:val="00557A7B"/>
    <w:rsid w:val="00561FC9"/>
    <w:rsid w:val="00565144"/>
    <w:rsid w:val="00570748"/>
    <w:rsid w:val="00571F6B"/>
    <w:rsid w:val="00577508"/>
    <w:rsid w:val="00583CEA"/>
    <w:rsid w:val="005869ED"/>
    <w:rsid w:val="00587934"/>
    <w:rsid w:val="00597111"/>
    <w:rsid w:val="005A0470"/>
    <w:rsid w:val="005A334A"/>
    <w:rsid w:val="005B156F"/>
    <w:rsid w:val="005B3409"/>
    <w:rsid w:val="005B7E22"/>
    <w:rsid w:val="005C738C"/>
    <w:rsid w:val="005D4FC7"/>
    <w:rsid w:val="005D6CBC"/>
    <w:rsid w:val="005E07E3"/>
    <w:rsid w:val="005E0A4E"/>
    <w:rsid w:val="005E4E29"/>
    <w:rsid w:val="005E7B31"/>
    <w:rsid w:val="005E7DB1"/>
    <w:rsid w:val="0060673D"/>
    <w:rsid w:val="00613D44"/>
    <w:rsid w:val="00630416"/>
    <w:rsid w:val="006445B7"/>
    <w:rsid w:val="006505CD"/>
    <w:rsid w:val="00664EEE"/>
    <w:rsid w:val="0067013E"/>
    <w:rsid w:val="00672AA2"/>
    <w:rsid w:val="00673D5A"/>
    <w:rsid w:val="006829E2"/>
    <w:rsid w:val="00687B9A"/>
    <w:rsid w:val="00691129"/>
    <w:rsid w:val="006A42AC"/>
    <w:rsid w:val="006A625A"/>
    <w:rsid w:val="006B1169"/>
    <w:rsid w:val="006B44E2"/>
    <w:rsid w:val="006B7501"/>
    <w:rsid w:val="006C1B8C"/>
    <w:rsid w:val="006C3ACC"/>
    <w:rsid w:val="006E2E46"/>
    <w:rsid w:val="006E6D4E"/>
    <w:rsid w:val="006E7D39"/>
    <w:rsid w:val="006F1F94"/>
    <w:rsid w:val="006F480E"/>
    <w:rsid w:val="006F6106"/>
    <w:rsid w:val="00703521"/>
    <w:rsid w:val="007050EC"/>
    <w:rsid w:val="007319BE"/>
    <w:rsid w:val="00734CA4"/>
    <w:rsid w:val="00743983"/>
    <w:rsid w:val="00745981"/>
    <w:rsid w:val="00752656"/>
    <w:rsid w:val="00767F3E"/>
    <w:rsid w:val="00774B91"/>
    <w:rsid w:val="0077668D"/>
    <w:rsid w:val="007803E4"/>
    <w:rsid w:val="00781178"/>
    <w:rsid w:val="0078520B"/>
    <w:rsid w:val="0079748B"/>
    <w:rsid w:val="007A13F6"/>
    <w:rsid w:val="007B1D61"/>
    <w:rsid w:val="007B3AB6"/>
    <w:rsid w:val="007B3E7C"/>
    <w:rsid w:val="007B4E8A"/>
    <w:rsid w:val="007C5EDB"/>
    <w:rsid w:val="007D144A"/>
    <w:rsid w:val="007D71AE"/>
    <w:rsid w:val="007E2ABA"/>
    <w:rsid w:val="007F0871"/>
    <w:rsid w:val="007F15F0"/>
    <w:rsid w:val="00805417"/>
    <w:rsid w:val="008072A6"/>
    <w:rsid w:val="00816209"/>
    <w:rsid w:val="00820928"/>
    <w:rsid w:val="00824C9B"/>
    <w:rsid w:val="0082587A"/>
    <w:rsid w:val="008551C0"/>
    <w:rsid w:val="008632F5"/>
    <w:rsid w:val="008644C5"/>
    <w:rsid w:val="00867572"/>
    <w:rsid w:val="008676EF"/>
    <w:rsid w:val="00871B3E"/>
    <w:rsid w:val="00873A35"/>
    <w:rsid w:val="008754E1"/>
    <w:rsid w:val="00877970"/>
    <w:rsid w:val="00883D12"/>
    <w:rsid w:val="00893EE7"/>
    <w:rsid w:val="008945C4"/>
    <w:rsid w:val="008A2900"/>
    <w:rsid w:val="008A2E5F"/>
    <w:rsid w:val="008A33D4"/>
    <w:rsid w:val="008A62CA"/>
    <w:rsid w:val="008A6767"/>
    <w:rsid w:val="008A79CE"/>
    <w:rsid w:val="008B1014"/>
    <w:rsid w:val="008B38D1"/>
    <w:rsid w:val="008B3C8F"/>
    <w:rsid w:val="008B508C"/>
    <w:rsid w:val="008C0DDC"/>
    <w:rsid w:val="008C6F89"/>
    <w:rsid w:val="008D2334"/>
    <w:rsid w:val="008E0F2D"/>
    <w:rsid w:val="008E2E55"/>
    <w:rsid w:val="008F0431"/>
    <w:rsid w:val="00905B43"/>
    <w:rsid w:val="009157B8"/>
    <w:rsid w:val="00922B30"/>
    <w:rsid w:val="009278E7"/>
    <w:rsid w:val="00931DDC"/>
    <w:rsid w:val="00932390"/>
    <w:rsid w:val="0093288D"/>
    <w:rsid w:val="00943D38"/>
    <w:rsid w:val="009453D6"/>
    <w:rsid w:val="0095465E"/>
    <w:rsid w:val="00956DF9"/>
    <w:rsid w:val="00957A16"/>
    <w:rsid w:val="00963C25"/>
    <w:rsid w:val="009731E8"/>
    <w:rsid w:val="00973D54"/>
    <w:rsid w:val="009749DE"/>
    <w:rsid w:val="00985F4D"/>
    <w:rsid w:val="00990C86"/>
    <w:rsid w:val="00994DAC"/>
    <w:rsid w:val="009A5501"/>
    <w:rsid w:val="009B1242"/>
    <w:rsid w:val="009B37C6"/>
    <w:rsid w:val="009B6E2D"/>
    <w:rsid w:val="009C4AFC"/>
    <w:rsid w:val="009C500A"/>
    <w:rsid w:val="009D51A3"/>
    <w:rsid w:val="009D6859"/>
    <w:rsid w:val="009E2FA7"/>
    <w:rsid w:val="009E44E6"/>
    <w:rsid w:val="009F02A0"/>
    <w:rsid w:val="009F619E"/>
    <w:rsid w:val="00A00BA4"/>
    <w:rsid w:val="00A01C3F"/>
    <w:rsid w:val="00A22366"/>
    <w:rsid w:val="00A31B5C"/>
    <w:rsid w:val="00A376E1"/>
    <w:rsid w:val="00A4266A"/>
    <w:rsid w:val="00A54FF5"/>
    <w:rsid w:val="00A57A9A"/>
    <w:rsid w:val="00A6288A"/>
    <w:rsid w:val="00A6530D"/>
    <w:rsid w:val="00A6765E"/>
    <w:rsid w:val="00A717B2"/>
    <w:rsid w:val="00A742F2"/>
    <w:rsid w:val="00A75EE9"/>
    <w:rsid w:val="00A76060"/>
    <w:rsid w:val="00A81B4D"/>
    <w:rsid w:val="00A853DF"/>
    <w:rsid w:val="00A9186D"/>
    <w:rsid w:val="00A935A5"/>
    <w:rsid w:val="00A93BEE"/>
    <w:rsid w:val="00A9427B"/>
    <w:rsid w:val="00A94871"/>
    <w:rsid w:val="00AA47C8"/>
    <w:rsid w:val="00AA64C7"/>
    <w:rsid w:val="00AA73A8"/>
    <w:rsid w:val="00AC1D90"/>
    <w:rsid w:val="00AC5178"/>
    <w:rsid w:val="00AC5675"/>
    <w:rsid w:val="00AD32F3"/>
    <w:rsid w:val="00AE0538"/>
    <w:rsid w:val="00AE412B"/>
    <w:rsid w:val="00AE4C55"/>
    <w:rsid w:val="00AE5108"/>
    <w:rsid w:val="00AF0F53"/>
    <w:rsid w:val="00AF6ACF"/>
    <w:rsid w:val="00B02577"/>
    <w:rsid w:val="00B20914"/>
    <w:rsid w:val="00B33293"/>
    <w:rsid w:val="00B3446C"/>
    <w:rsid w:val="00B34D4E"/>
    <w:rsid w:val="00B412FD"/>
    <w:rsid w:val="00B4410E"/>
    <w:rsid w:val="00B60CD5"/>
    <w:rsid w:val="00B66CC5"/>
    <w:rsid w:val="00B73A62"/>
    <w:rsid w:val="00B7550F"/>
    <w:rsid w:val="00B77BAF"/>
    <w:rsid w:val="00B82AE5"/>
    <w:rsid w:val="00B83540"/>
    <w:rsid w:val="00B90356"/>
    <w:rsid w:val="00B9245C"/>
    <w:rsid w:val="00B92743"/>
    <w:rsid w:val="00B971F4"/>
    <w:rsid w:val="00BC34EE"/>
    <w:rsid w:val="00BD17A7"/>
    <w:rsid w:val="00BD1FFA"/>
    <w:rsid w:val="00BD225F"/>
    <w:rsid w:val="00BD3588"/>
    <w:rsid w:val="00BD3D7A"/>
    <w:rsid w:val="00BD56AA"/>
    <w:rsid w:val="00BE20FE"/>
    <w:rsid w:val="00BE2294"/>
    <w:rsid w:val="00BE264B"/>
    <w:rsid w:val="00BE43D6"/>
    <w:rsid w:val="00BE49E5"/>
    <w:rsid w:val="00BF1CE5"/>
    <w:rsid w:val="00C07DF3"/>
    <w:rsid w:val="00C2016E"/>
    <w:rsid w:val="00C20A42"/>
    <w:rsid w:val="00C23BAC"/>
    <w:rsid w:val="00C30E55"/>
    <w:rsid w:val="00C3558D"/>
    <w:rsid w:val="00C362D9"/>
    <w:rsid w:val="00C45E2B"/>
    <w:rsid w:val="00C46A5A"/>
    <w:rsid w:val="00C5601C"/>
    <w:rsid w:val="00C60135"/>
    <w:rsid w:val="00C67CAC"/>
    <w:rsid w:val="00C73A5F"/>
    <w:rsid w:val="00C73D0A"/>
    <w:rsid w:val="00C761A5"/>
    <w:rsid w:val="00C87D45"/>
    <w:rsid w:val="00C94D68"/>
    <w:rsid w:val="00C969DA"/>
    <w:rsid w:val="00C978C3"/>
    <w:rsid w:val="00CA1265"/>
    <w:rsid w:val="00CA33F1"/>
    <w:rsid w:val="00CA403E"/>
    <w:rsid w:val="00CA4956"/>
    <w:rsid w:val="00CA5027"/>
    <w:rsid w:val="00CB14FE"/>
    <w:rsid w:val="00CB4B62"/>
    <w:rsid w:val="00CC2C0B"/>
    <w:rsid w:val="00CD1748"/>
    <w:rsid w:val="00CD7802"/>
    <w:rsid w:val="00CE1F8A"/>
    <w:rsid w:val="00CE3A0C"/>
    <w:rsid w:val="00CF016C"/>
    <w:rsid w:val="00CF2C1D"/>
    <w:rsid w:val="00CF367F"/>
    <w:rsid w:val="00CF3E72"/>
    <w:rsid w:val="00CF5E6B"/>
    <w:rsid w:val="00D02541"/>
    <w:rsid w:val="00D07866"/>
    <w:rsid w:val="00D122FF"/>
    <w:rsid w:val="00D13D24"/>
    <w:rsid w:val="00D167CB"/>
    <w:rsid w:val="00D21528"/>
    <w:rsid w:val="00D21D42"/>
    <w:rsid w:val="00D23966"/>
    <w:rsid w:val="00D24032"/>
    <w:rsid w:val="00D2613C"/>
    <w:rsid w:val="00D27F81"/>
    <w:rsid w:val="00D34CC6"/>
    <w:rsid w:val="00D50009"/>
    <w:rsid w:val="00D77B84"/>
    <w:rsid w:val="00D85FE6"/>
    <w:rsid w:val="00D90A58"/>
    <w:rsid w:val="00D941A7"/>
    <w:rsid w:val="00DA7C04"/>
    <w:rsid w:val="00DB0A71"/>
    <w:rsid w:val="00DB526C"/>
    <w:rsid w:val="00DB5527"/>
    <w:rsid w:val="00DB71B7"/>
    <w:rsid w:val="00DD4FF7"/>
    <w:rsid w:val="00DE0B44"/>
    <w:rsid w:val="00DE4189"/>
    <w:rsid w:val="00DF607B"/>
    <w:rsid w:val="00E03A63"/>
    <w:rsid w:val="00E06463"/>
    <w:rsid w:val="00E10C05"/>
    <w:rsid w:val="00E10FD5"/>
    <w:rsid w:val="00E12297"/>
    <w:rsid w:val="00E13200"/>
    <w:rsid w:val="00E14D15"/>
    <w:rsid w:val="00E158D9"/>
    <w:rsid w:val="00E25FF7"/>
    <w:rsid w:val="00E3011A"/>
    <w:rsid w:val="00E3163A"/>
    <w:rsid w:val="00E31D3E"/>
    <w:rsid w:val="00E4017F"/>
    <w:rsid w:val="00E50C95"/>
    <w:rsid w:val="00E54E20"/>
    <w:rsid w:val="00E64C5D"/>
    <w:rsid w:val="00E71BAD"/>
    <w:rsid w:val="00E819D0"/>
    <w:rsid w:val="00E841EE"/>
    <w:rsid w:val="00E87073"/>
    <w:rsid w:val="00E94D9D"/>
    <w:rsid w:val="00E974F6"/>
    <w:rsid w:val="00EA2441"/>
    <w:rsid w:val="00EA4890"/>
    <w:rsid w:val="00EB12A5"/>
    <w:rsid w:val="00EC09E3"/>
    <w:rsid w:val="00ED05CF"/>
    <w:rsid w:val="00ED5088"/>
    <w:rsid w:val="00EE51ED"/>
    <w:rsid w:val="00EE5741"/>
    <w:rsid w:val="00EF510A"/>
    <w:rsid w:val="00F00149"/>
    <w:rsid w:val="00F1017D"/>
    <w:rsid w:val="00F120EE"/>
    <w:rsid w:val="00F142F7"/>
    <w:rsid w:val="00F15949"/>
    <w:rsid w:val="00F16C0F"/>
    <w:rsid w:val="00F30ACC"/>
    <w:rsid w:val="00F32B72"/>
    <w:rsid w:val="00F35C58"/>
    <w:rsid w:val="00F37E4D"/>
    <w:rsid w:val="00F476F2"/>
    <w:rsid w:val="00F51947"/>
    <w:rsid w:val="00F5728B"/>
    <w:rsid w:val="00F612B4"/>
    <w:rsid w:val="00F61CB4"/>
    <w:rsid w:val="00F6668C"/>
    <w:rsid w:val="00F67912"/>
    <w:rsid w:val="00F70423"/>
    <w:rsid w:val="00F75B52"/>
    <w:rsid w:val="00F80DE2"/>
    <w:rsid w:val="00F850E0"/>
    <w:rsid w:val="00F97499"/>
    <w:rsid w:val="00FA0469"/>
    <w:rsid w:val="00FA0A2C"/>
    <w:rsid w:val="00FA421F"/>
    <w:rsid w:val="00FA6E79"/>
    <w:rsid w:val="00FB044C"/>
    <w:rsid w:val="00FB1B98"/>
    <w:rsid w:val="00FC0CE4"/>
    <w:rsid w:val="00FC27C6"/>
    <w:rsid w:val="00FC2D67"/>
    <w:rsid w:val="00FD1EEB"/>
    <w:rsid w:val="00FD3395"/>
    <w:rsid w:val="00FD7EC3"/>
    <w:rsid w:val="00FE3C41"/>
    <w:rsid w:val="00FE635E"/>
    <w:rsid w:val="00FE7259"/>
    <w:rsid w:val="00FF1C9B"/>
    <w:rsid w:val="00FF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AD8D2AD-92FA-40D0-9C01-868DAD5C8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E2D5C"/>
  </w:style>
  <w:style w:type="paragraph" w:styleId="Titolo1">
    <w:name w:val="heading 1"/>
    <w:basedOn w:val="Normale"/>
    <w:next w:val="Normale"/>
    <w:link w:val="Titolo1Carattere"/>
    <w:uiPriority w:val="9"/>
    <w:qFormat/>
    <w:rsid w:val="004E2D5C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E2D5C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E2D5C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E2D5C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E2D5C"/>
    <w:pPr>
      <w:spacing w:before="200" w:after="0"/>
      <w:jc w:val="left"/>
      <w:outlineLvl w:val="4"/>
    </w:pPr>
    <w:rPr>
      <w:smallCaps/>
      <w:color w:val="C45911" w:themeColor="accent2" w:themeShade="BF"/>
      <w:spacing w:val="10"/>
      <w:sz w:val="22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E2D5C"/>
    <w:pPr>
      <w:spacing w:after="0"/>
      <w:jc w:val="left"/>
      <w:outlineLvl w:val="5"/>
    </w:pPr>
    <w:rPr>
      <w:smallCaps/>
      <w:color w:val="ED7D31" w:themeColor="accent2"/>
      <w:spacing w:val="5"/>
      <w:sz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E2D5C"/>
    <w:pPr>
      <w:spacing w:after="0"/>
      <w:jc w:val="left"/>
      <w:outlineLvl w:val="6"/>
    </w:pPr>
    <w:rPr>
      <w:b/>
      <w:smallCaps/>
      <w:color w:val="ED7D31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E2D5C"/>
    <w:pPr>
      <w:spacing w:after="0"/>
      <w:jc w:val="left"/>
      <w:outlineLvl w:val="7"/>
    </w:pPr>
    <w:rPr>
      <w:b/>
      <w:i/>
      <w:smallCaps/>
      <w:color w:val="C45911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E2D5C"/>
    <w:pPr>
      <w:spacing w:after="0"/>
      <w:jc w:val="left"/>
      <w:outlineLvl w:val="8"/>
    </w:pPr>
    <w:rPr>
      <w:b/>
      <w:i/>
      <w:smallCaps/>
      <w:color w:val="823B0B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E2D5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E94D9D"/>
    <w:rPr>
      <w:rFonts w:ascii="Arial" w:eastAsiaTheme="minorHAnsi" w:hAnsi="Arial"/>
      <w:kern w:val="24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94D9D"/>
    <w:rPr>
      <w:rFonts w:ascii="Arial" w:hAnsi="Arial"/>
      <w:kern w:val="24"/>
      <w:sz w:val="24"/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0F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0FD5"/>
    <w:rPr>
      <w:rFonts w:ascii="Segoe UI" w:eastAsia="Calibri" w:hAnsi="Segoe UI" w:cs="Segoe UI"/>
      <w:sz w:val="18"/>
      <w:szCs w:val="1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E44E6"/>
    <w:rPr>
      <w:color w:val="0563C1" w:themeColor="hyperlink"/>
      <w:u w:val="single"/>
    </w:rPr>
  </w:style>
  <w:style w:type="character" w:customStyle="1" w:styleId="gmaildefault">
    <w:name w:val="gmail_default"/>
    <w:basedOn w:val="Carpredefinitoparagrafo"/>
    <w:rsid w:val="00CF3E72"/>
  </w:style>
  <w:style w:type="character" w:customStyle="1" w:styleId="Titolo1Carattere">
    <w:name w:val="Titolo 1 Carattere"/>
    <w:basedOn w:val="Carpredefinitoparagrafo"/>
    <w:link w:val="Titolo1"/>
    <w:uiPriority w:val="9"/>
    <w:rsid w:val="004E2D5C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E2D5C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E2D5C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E2D5C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E2D5C"/>
    <w:rPr>
      <w:smallCaps/>
      <w:color w:val="C45911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E2D5C"/>
    <w:rPr>
      <w:smallCaps/>
      <w:color w:val="ED7D31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E2D5C"/>
    <w:rPr>
      <w:b/>
      <w:smallCaps/>
      <w:color w:val="ED7D31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E2D5C"/>
    <w:rPr>
      <w:b/>
      <w:i/>
      <w:smallCaps/>
      <w:color w:val="C45911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E2D5C"/>
    <w:rPr>
      <w:b/>
      <w:i/>
      <w:smallCaps/>
      <w:color w:val="823B0B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4E2D5C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E2D5C"/>
    <w:pPr>
      <w:pBdr>
        <w:top w:val="single" w:sz="12" w:space="1" w:color="ED7D3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4E2D5C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E2D5C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E2D5C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4E2D5C"/>
    <w:rPr>
      <w:b/>
      <w:color w:val="ED7D31" w:themeColor="accent2"/>
    </w:rPr>
  </w:style>
  <w:style w:type="character" w:styleId="Enfasicorsivo">
    <w:name w:val="Emphasis"/>
    <w:uiPriority w:val="20"/>
    <w:qFormat/>
    <w:rsid w:val="004E2D5C"/>
    <w:rPr>
      <w:b/>
      <w:i/>
      <w:spacing w:val="10"/>
    </w:rPr>
  </w:style>
  <w:style w:type="paragraph" w:styleId="Nessunaspaziatura">
    <w:name w:val="No Spacing"/>
    <w:basedOn w:val="Normale"/>
    <w:link w:val="NessunaspaziaturaCarattere"/>
    <w:uiPriority w:val="1"/>
    <w:qFormat/>
    <w:rsid w:val="004E2D5C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4E2D5C"/>
  </w:style>
  <w:style w:type="paragraph" w:styleId="Citazione">
    <w:name w:val="Quote"/>
    <w:basedOn w:val="Normale"/>
    <w:next w:val="Normale"/>
    <w:link w:val="CitazioneCarattere"/>
    <w:uiPriority w:val="29"/>
    <w:qFormat/>
    <w:rsid w:val="004E2D5C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E2D5C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E2D5C"/>
    <w:pPr>
      <w:pBdr>
        <w:top w:val="single" w:sz="8" w:space="10" w:color="C45911" w:themeColor="accent2" w:themeShade="BF"/>
        <w:left w:val="single" w:sz="8" w:space="10" w:color="C45911" w:themeColor="accent2" w:themeShade="BF"/>
        <w:bottom w:val="single" w:sz="8" w:space="10" w:color="C45911" w:themeColor="accent2" w:themeShade="BF"/>
        <w:right w:val="single" w:sz="8" w:space="10" w:color="C45911" w:themeColor="accent2" w:themeShade="BF"/>
      </w:pBdr>
      <w:shd w:val="clear" w:color="auto" w:fill="ED7D3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E2D5C"/>
    <w:rPr>
      <w:b/>
      <w:i/>
      <w:color w:val="FFFFFF" w:themeColor="background1"/>
      <w:shd w:val="clear" w:color="auto" w:fill="ED7D31" w:themeFill="accent2"/>
    </w:rPr>
  </w:style>
  <w:style w:type="character" w:styleId="Enfasidelicata">
    <w:name w:val="Subtle Emphasis"/>
    <w:uiPriority w:val="19"/>
    <w:qFormat/>
    <w:rsid w:val="004E2D5C"/>
    <w:rPr>
      <w:i/>
    </w:rPr>
  </w:style>
  <w:style w:type="character" w:styleId="Enfasiintensa">
    <w:name w:val="Intense Emphasis"/>
    <w:uiPriority w:val="21"/>
    <w:qFormat/>
    <w:rsid w:val="004E2D5C"/>
    <w:rPr>
      <w:b/>
      <w:i/>
      <w:color w:val="ED7D31" w:themeColor="accent2"/>
      <w:spacing w:val="10"/>
    </w:rPr>
  </w:style>
  <w:style w:type="character" w:styleId="Riferimentodelicato">
    <w:name w:val="Subtle Reference"/>
    <w:uiPriority w:val="31"/>
    <w:qFormat/>
    <w:rsid w:val="004E2D5C"/>
    <w:rPr>
      <w:b/>
    </w:rPr>
  </w:style>
  <w:style w:type="character" w:styleId="Riferimentointenso">
    <w:name w:val="Intense Reference"/>
    <w:uiPriority w:val="32"/>
    <w:qFormat/>
    <w:rsid w:val="004E2D5C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4E2D5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4E2D5C"/>
    <w:pPr>
      <w:outlineLvl w:val="9"/>
    </w:pPr>
    <w:rPr>
      <w:lang w:bidi="en-US"/>
    </w:rPr>
  </w:style>
  <w:style w:type="paragraph" w:styleId="NormaleWeb">
    <w:name w:val="Normal (Web)"/>
    <w:basedOn w:val="Normale"/>
    <w:uiPriority w:val="99"/>
    <w:unhideWhenUsed/>
    <w:rsid w:val="008A6767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66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13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121289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31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1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41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270981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90734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6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4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8361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77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2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970897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2637671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86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60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512838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64477363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6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82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67425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35219047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87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59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012053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20752973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47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504855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231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59107">
              <w:marLeft w:val="0"/>
              <w:marRight w:val="0"/>
              <w:marTop w:val="0"/>
              <w:marBottom w:val="45"/>
              <w:divBdr>
                <w:top w:val="single" w:sz="6" w:space="2" w:color="000066"/>
                <w:left w:val="single" w:sz="6" w:space="2" w:color="000066"/>
                <w:bottom w:val="single" w:sz="6" w:space="2" w:color="000066"/>
                <w:right w:val="single" w:sz="6" w:space="2" w:color="000066"/>
              </w:divBdr>
            </w:div>
            <w:div w:id="527837692">
              <w:marLeft w:val="0"/>
              <w:marRight w:val="0"/>
              <w:marTop w:val="0"/>
              <w:marBottom w:val="45"/>
              <w:divBdr>
                <w:top w:val="single" w:sz="6" w:space="2" w:color="000066"/>
                <w:left w:val="single" w:sz="6" w:space="2" w:color="000066"/>
                <w:bottom w:val="single" w:sz="6" w:space="2" w:color="000066"/>
                <w:right w:val="single" w:sz="6" w:space="2" w:color="000066"/>
              </w:divBdr>
            </w:div>
          </w:divsChild>
        </w:div>
        <w:div w:id="146624079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20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131870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31465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93729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43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922711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318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670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59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00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180781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54599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1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3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3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78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97506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86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27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385270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340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550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3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117169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1886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1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968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18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097881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848327939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4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56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18220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27795394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93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44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4325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31907387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82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887442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80736360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63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71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020556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519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4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551227">
              <w:marLeft w:val="0"/>
              <w:marRight w:val="0"/>
              <w:marTop w:val="0"/>
              <w:marBottom w:val="45"/>
              <w:divBdr>
                <w:top w:val="single" w:sz="6" w:space="2" w:color="000066"/>
                <w:left w:val="single" w:sz="6" w:space="2" w:color="000066"/>
                <w:bottom w:val="single" w:sz="6" w:space="2" w:color="000066"/>
                <w:right w:val="single" w:sz="6" w:space="2" w:color="000066"/>
              </w:divBdr>
            </w:div>
            <w:div w:id="2029287040">
              <w:marLeft w:val="0"/>
              <w:marRight w:val="0"/>
              <w:marTop w:val="0"/>
              <w:marBottom w:val="45"/>
              <w:divBdr>
                <w:top w:val="single" w:sz="6" w:space="2" w:color="000066"/>
                <w:left w:val="single" w:sz="6" w:space="2" w:color="000066"/>
                <w:bottom w:val="single" w:sz="6" w:space="2" w:color="000066"/>
                <w:right w:val="single" w:sz="6" w:space="2" w:color="000066"/>
              </w:divBdr>
            </w:div>
          </w:divsChild>
        </w:div>
        <w:div w:id="81953575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1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54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64381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19924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98305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94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513147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405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10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85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316271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144067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8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9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5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4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2778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36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77116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38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2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07314">
          <w:marLeft w:val="0"/>
          <w:marRight w:val="231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662779">
              <w:marLeft w:val="0"/>
              <w:marRight w:val="0"/>
              <w:marTop w:val="0"/>
              <w:marBottom w:val="0"/>
              <w:divBdr>
                <w:top w:val="single" w:sz="6" w:space="0" w:color="E4E4E4"/>
                <w:left w:val="single" w:sz="6" w:space="0" w:color="E4E4E4"/>
                <w:bottom w:val="single" w:sz="6" w:space="0" w:color="E4E4E4"/>
                <w:right w:val="single" w:sz="6" w:space="0" w:color="E4E4E4"/>
              </w:divBdr>
            </w:div>
          </w:divsChild>
        </w:div>
      </w:divsChild>
    </w:div>
    <w:div w:id="20457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8074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61239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6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235947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6337195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10311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587746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5624910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94210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66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051465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9315751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8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25310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58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08379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88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obot\Documents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2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Domenico Caramia</cp:lastModifiedBy>
  <cp:revision>3</cp:revision>
  <cp:lastPrinted>2019-05-10T18:12:00Z</cp:lastPrinted>
  <dcterms:created xsi:type="dcterms:W3CDTF">2019-10-05T13:34:00Z</dcterms:created>
  <dcterms:modified xsi:type="dcterms:W3CDTF">2019-10-21T13:40:00Z</dcterms:modified>
</cp:coreProperties>
</file>